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&#10;&#10;Näiteks: JUHATUSE ESIMEES&#10;&#10;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9050C">
              <w:rPr>
                <w:noProof/>
              </w:rPr>
              <w:t>JUHATUSE LIIGE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F158E9" w:rsidP="00410FB1"/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EC1006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&#10;&#10;Näiteks: &#10;&#10;01. aprilll 2012&#10;&#10;kuupäev vastavalt digitaalallkirja kuupäevale&#10;&#10;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9050C">
              <w:t>29</w:t>
            </w:r>
            <w:r w:rsidR="00404EA0">
              <w:t>. jaanuar</w:t>
            </w:r>
            <w:r w:rsidR="00410FB1" w:rsidRPr="00410FB1">
              <w:rPr>
                <w:noProof/>
              </w:rPr>
              <w:t xml:space="preserve"> 201</w:t>
            </w:r>
            <w:r w:rsidR="0099050C">
              <w:rPr>
                <w:noProof/>
              </w:rPr>
              <w:t>6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&#10;&#10;Näiteks: &#10;&#10;2-6/7&#10;&#10;2-6/number vastavalt faili nimes märgitule&#10;&#10;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10FB1" w:rsidRPr="00410FB1">
              <w:rPr>
                <w:noProof/>
              </w:rPr>
              <w:t>2-2</w:t>
            </w:r>
            <w:r w:rsidR="00EC1006">
              <w:rPr>
                <w:noProof/>
              </w:rPr>
              <w:t>/12</w:t>
            </w:r>
            <w:bookmarkStart w:id="0" w:name="_GoBack"/>
            <w:bookmarkEnd w:id="0"/>
            <w:r w:rsidR="0099050C">
              <w:rPr>
                <w:noProof/>
              </w:rPr>
              <w:t>.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497B37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7880" cy="54102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1" w:name="Text7"/>
    <w:p w:rsidR="00EF6831" w:rsidRDefault="00D638ED" w:rsidP="00410FB1">
      <w:pPr>
        <w:pStyle w:val="Heading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&#10;&#10;Näiteks: Puhkusele lubamine&#10;&#10;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410FB1">
        <w:rPr>
          <w:noProof/>
        </w:rPr>
        <w:t xml:space="preserve">Isikliku sõiduauto töösõitudeks </w:t>
      </w:r>
      <w:r w:rsidR="006858E7">
        <w:rPr>
          <w:noProof/>
        </w:rPr>
        <w:t>kasutamise</w:t>
      </w:r>
    </w:p>
    <w:p w:rsidR="00F158E9" w:rsidRDefault="00410FB1" w:rsidP="00410FB1">
      <w:pPr>
        <w:pStyle w:val="Heading1"/>
      </w:pPr>
      <w:r>
        <w:rPr>
          <w:noProof/>
        </w:rPr>
        <w:t>kulude hüvitamine</w:t>
      </w:r>
      <w:r w:rsidR="00D638ED"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99050C" w:rsidRDefault="0099050C" w:rsidP="0099050C">
      <w:pPr>
        <w:pStyle w:val="Default"/>
      </w:pPr>
    </w:p>
    <w:p w:rsidR="00410FB1" w:rsidRDefault="0099050C" w:rsidP="0099050C">
      <w:pPr>
        <w:pStyle w:val="Default"/>
        <w:jc w:val="both"/>
        <w:rPr>
          <w:noProof/>
        </w:rPr>
      </w:pPr>
      <w:r>
        <w:t xml:space="preserve"> </w:t>
      </w:r>
      <w:r>
        <w:rPr>
          <w:sz w:val="23"/>
          <w:szCs w:val="23"/>
        </w:rPr>
        <w:t>Vabariigi Valitsuse 09. jaanuari 2007. a määruse nr 4 „Riigi</w:t>
      </w:r>
      <w:r>
        <w:rPr>
          <w:sz w:val="23"/>
          <w:szCs w:val="23"/>
        </w:rPr>
        <w:t>metsa Majandamise Keskuse põhim</w:t>
      </w:r>
      <w:r>
        <w:rPr>
          <w:sz w:val="23"/>
          <w:szCs w:val="23"/>
        </w:rPr>
        <w:t xml:space="preserve">äärus” § 18 alusel ja </w:t>
      </w:r>
      <w:r w:rsidR="00425FA5">
        <w:rPr>
          <w:noProof/>
        </w:rPr>
        <w:t xml:space="preserve">tulenevalt </w:t>
      </w:r>
      <w:r w:rsidR="00425FA5">
        <w:t>RMK juhatuse 06. jaanuari 2015. a otsuse nr 1-32/</w:t>
      </w:r>
      <w:r w:rsidR="00425FA5" w:rsidRPr="000037E1">
        <w:t>4 „</w:t>
      </w:r>
      <w:r w:rsidR="000037E1" w:rsidRPr="000037E1">
        <w:t>Riigimetsa Majandamise Keskuse töösõitude korraldamise põhimõtted</w:t>
      </w:r>
      <w:r w:rsidR="00425FA5" w:rsidRPr="000037E1">
        <w:t>“ lisa 3 „</w:t>
      </w:r>
      <w:r w:rsidR="00425FA5" w:rsidRPr="000037E1">
        <w:rPr>
          <w:bCs/>
        </w:rPr>
        <w:t>Isikliku sõiduki töösõitudeks</w:t>
      </w:r>
      <w:r w:rsidR="00425FA5" w:rsidRPr="003B3A53">
        <w:rPr>
          <w:rFonts w:ascii="Times-Bold" w:hAnsi="Times-Bold" w:cs="Times-Bold"/>
          <w:bCs/>
        </w:rPr>
        <w:t xml:space="preserve"> kasutamise üle arvestuse pidamise kord</w:t>
      </w:r>
      <w:r w:rsidR="00425FA5">
        <w:t>“ punkti</w:t>
      </w:r>
      <w:r w:rsidR="002C656A">
        <w:t>st</w:t>
      </w:r>
      <w:r w:rsidR="00425FA5">
        <w:t xml:space="preserve"> 4 </w:t>
      </w:r>
    </w:p>
    <w:p w:rsidR="00410FB1" w:rsidRDefault="00410FB1" w:rsidP="00410FB1">
      <w:pPr>
        <w:jc w:val="both"/>
        <w:rPr>
          <w:noProof/>
        </w:rPr>
      </w:pPr>
    </w:p>
    <w:p w:rsidR="00410FB1" w:rsidRDefault="00E71B6F" w:rsidP="002D55CB">
      <w:pPr>
        <w:jc w:val="both"/>
        <w:rPr>
          <w:noProof/>
        </w:rPr>
      </w:pPr>
      <w:r>
        <w:t>m</w:t>
      </w:r>
      <w:r w:rsidR="00410FB1">
        <w:t xml:space="preserve"> ä ä r a n  </w:t>
      </w:r>
      <w:r w:rsidR="0095483E">
        <w:t xml:space="preserve">ajavahemikul </w:t>
      </w:r>
      <w:r w:rsidR="0099050C">
        <w:rPr>
          <w:noProof/>
          <w:szCs w:val="24"/>
        </w:rPr>
        <w:t>01.01.-31.12.2016</w:t>
      </w:r>
      <w:r w:rsidR="0095483E">
        <w:rPr>
          <w:noProof/>
          <w:szCs w:val="24"/>
        </w:rPr>
        <w:t xml:space="preserve"> </w:t>
      </w:r>
      <w:r w:rsidR="00410FB1">
        <w:rPr>
          <w:noProof/>
        </w:rPr>
        <w:t xml:space="preserve">RMK </w:t>
      </w:r>
      <w:r w:rsidR="0099050C">
        <w:rPr>
          <w:noProof/>
        </w:rPr>
        <w:t>metsamajanduse tegevusvaldkonna</w:t>
      </w:r>
      <w:r w:rsidR="0095483E" w:rsidRPr="0028385F">
        <w:rPr>
          <w:noProof/>
        </w:rPr>
        <w:t xml:space="preserve"> </w:t>
      </w:r>
      <w:r w:rsidR="00410FB1" w:rsidRPr="0028385F">
        <w:rPr>
          <w:noProof/>
        </w:rPr>
        <w:t>töötajatele</w:t>
      </w:r>
      <w:r w:rsidR="00410FB1">
        <w:rPr>
          <w:noProof/>
        </w:rPr>
        <w:t xml:space="preserve"> isiklike sõiduautode tö</w:t>
      </w:r>
      <w:r w:rsidR="0095483E">
        <w:rPr>
          <w:noProof/>
        </w:rPr>
        <w:t>ösõitudeks kasuta</w:t>
      </w:r>
      <w:r w:rsidR="0095483E">
        <w:rPr>
          <w:noProof/>
        </w:rPr>
        <w:softHyphen/>
        <w:t>mise ku</w:t>
      </w:r>
      <w:r w:rsidR="0095483E">
        <w:rPr>
          <w:noProof/>
        </w:rPr>
        <w:softHyphen/>
        <w:t xml:space="preserve">lude </w:t>
      </w:r>
      <w:r w:rsidR="00425FA5">
        <w:t>hüvitise</w:t>
      </w:r>
      <w:r w:rsidR="00425FA5" w:rsidRPr="006E6238">
        <w:t xml:space="preserve"> </w:t>
      </w:r>
      <w:r w:rsidR="00425FA5" w:rsidRPr="006233F0">
        <w:t>iga tööülesannete täitmisel sõidetud kilomeetri kohta</w:t>
      </w:r>
      <w:r w:rsidR="00425FA5">
        <w:t xml:space="preserve"> </w:t>
      </w:r>
      <w:r w:rsidR="00410FB1">
        <w:rPr>
          <w:noProof/>
        </w:rPr>
        <w:t xml:space="preserve">järgmiselt: </w:t>
      </w:r>
    </w:p>
    <w:p w:rsidR="00C34764" w:rsidRDefault="00C34764" w:rsidP="002D55CB">
      <w:pPr>
        <w:jc w:val="both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3"/>
        <w:gridCol w:w="1933"/>
      </w:tblGrid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Nimi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 xml:space="preserve">Hüvitise suurus </w:t>
            </w:r>
            <w:proofErr w:type="spellStart"/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€/km</w:t>
            </w:r>
            <w:proofErr w:type="spellEnd"/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Aivar Laud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Priit Kõresaar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Romet Jürgenson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Herkki Kauts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Anu Laas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0,25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Avo Siilak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Ilmar Paal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Raul Orgla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Janek Tarto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Inga Rute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0,25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Raivo Võlli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Indrek Karolin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Andres Metjer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Tanel Täheste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Ene Timberg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0,25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Kristo Kokk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Margus Reimann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Erkki Etverk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Rainer Laigu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  <w:tr w:rsidR="00C34764" w:rsidRPr="00C34764" w:rsidTr="00C34764">
        <w:trPr>
          <w:trHeight w:val="300"/>
        </w:trPr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Tarmo Aava</w:t>
            </w:r>
          </w:p>
        </w:tc>
        <w:tc>
          <w:tcPr>
            <w:tcW w:w="1933" w:type="dxa"/>
            <w:noWrap/>
            <w:hideMark/>
          </w:tcPr>
          <w:p w:rsidR="00C34764" w:rsidRPr="00C34764" w:rsidRDefault="00C34764" w:rsidP="00C34764">
            <w:pPr>
              <w:jc w:val="right"/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</w:pPr>
            <w:r w:rsidRPr="00C34764">
              <w:rPr>
                <w:rFonts w:ascii="Calibri" w:hAnsi="Calibri"/>
                <w:color w:val="000000"/>
                <w:spacing w:val="0"/>
                <w:position w:val="0"/>
                <w:sz w:val="22"/>
                <w:szCs w:val="22"/>
                <w:lang w:eastAsia="et-EE"/>
              </w:rPr>
              <w:t>0,30</w:t>
            </w:r>
          </w:p>
        </w:tc>
      </w:tr>
    </w:tbl>
    <w:p w:rsidR="00203561" w:rsidRDefault="00203561" w:rsidP="00410FB1">
      <w:pPr>
        <w:jc w:val="both"/>
        <w:rPr>
          <w:noProof/>
        </w:rPr>
      </w:pPr>
    </w:p>
    <w:p w:rsidR="002D55CB" w:rsidRDefault="002D55CB">
      <w:pPr>
        <w:sectPr w:rsidR="002D55CB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2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&#10;&#10;Kui käskkiri allkirjastatakse digitaalselt, avage rippmenüü ja tehke valik (allkirjastatud digitaalselt)&#10;&#10;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6366B2">
        <w:rPr>
          <w:spacing w:val="0"/>
          <w:position w:val="0"/>
        </w:rPr>
      </w:r>
      <w:r w:rsidR="006366B2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C34764">
        <w:rPr>
          <w:noProof/>
        </w:rPr>
        <w:t>Tavo Uuetalu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C34764">
        <w:rPr>
          <w:noProof/>
        </w:rPr>
        <w:t>Juhatuse liige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3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&#10;&#10;Näiteks: &#10;&#10;Jaotuskava: finantsosakond, personaliosakond&#10;&#10;&#10;&#10;Seejärel liikuge Tab klahviga järgmisele väljale.&#10;&#10;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410FB1">
        <w:rPr>
          <w:noProof/>
        </w:rPr>
        <w:t xml:space="preserve">Jaotuskava: finantsosakond, </w:t>
      </w:r>
      <w:r w:rsidR="00067208">
        <w:rPr>
          <w:noProof/>
        </w:rPr>
        <w:t>töötajad</w:t>
      </w:r>
      <w:r>
        <w:fldChar w:fldCharType="end"/>
      </w:r>
      <w:bookmarkEnd w:id="3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6B2" w:rsidRDefault="006366B2">
      <w:r>
        <w:separator/>
      </w:r>
    </w:p>
  </w:endnote>
  <w:endnote w:type="continuationSeparator" w:id="0">
    <w:p w:rsidR="006366B2" w:rsidRDefault="00636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6B2" w:rsidRDefault="006366B2">
      <w:r>
        <w:separator/>
      </w:r>
    </w:p>
  </w:footnote>
  <w:footnote w:type="continuationSeparator" w:id="0">
    <w:p w:rsidR="006366B2" w:rsidRDefault="00636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EC1006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3CA8285A"/>
    <w:multiLevelType w:val="hybridMultilevel"/>
    <w:tmpl w:val="99502D5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B1"/>
    <w:rsid w:val="000037E1"/>
    <w:rsid w:val="00053A2C"/>
    <w:rsid w:val="00067208"/>
    <w:rsid w:val="0007435E"/>
    <w:rsid w:val="00091305"/>
    <w:rsid w:val="000A44A8"/>
    <w:rsid w:val="00133141"/>
    <w:rsid w:val="001A603D"/>
    <w:rsid w:val="001F249B"/>
    <w:rsid w:val="001F40A8"/>
    <w:rsid w:val="00203561"/>
    <w:rsid w:val="0026029E"/>
    <w:rsid w:val="0028385F"/>
    <w:rsid w:val="002A4188"/>
    <w:rsid w:val="002C656A"/>
    <w:rsid w:val="002D55CB"/>
    <w:rsid w:val="002E1C6F"/>
    <w:rsid w:val="00330D03"/>
    <w:rsid w:val="003B3A53"/>
    <w:rsid w:val="003F312C"/>
    <w:rsid w:val="004046A0"/>
    <w:rsid w:val="00404EA0"/>
    <w:rsid w:val="00410FB1"/>
    <w:rsid w:val="00425FA5"/>
    <w:rsid w:val="00497B37"/>
    <w:rsid w:val="004F5B76"/>
    <w:rsid w:val="00502BED"/>
    <w:rsid w:val="005326F3"/>
    <w:rsid w:val="00533813"/>
    <w:rsid w:val="005565AC"/>
    <w:rsid w:val="005B39CA"/>
    <w:rsid w:val="006233F0"/>
    <w:rsid w:val="006366B2"/>
    <w:rsid w:val="006858E7"/>
    <w:rsid w:val="006E6238"/>
    <w:rsid w:val="007842DB"/>
    <w:rsid w:val="007D69DC"/>
    <w:rsid w:val="00890EA0"/>
    <w:rsid w:val="0095483E"/>
    <w:rsid w:val="00985301"/>
    <w:rsid w:val="0099050C"/>
    <w:rsid w:val="009C409E"/>
    <w:rsid w:val="00A8102E"/>
    <w:rsid w:val="00AF187B"/>
    <w:rsid w:val="00B23E37"/>
    <w:rsid w:val="00B45557"/>
    <w:rsid w:val="00C34764"/>
    <w:rsid w:val="00C97997"/>
    <w:rsid w:val="00D638ED"/>
    <w:rsid w:val="00D94414"/>
    <w:rsid w:val="00E71B6F"/>
    <w:rsid w:val="00EC1006"/>
    <w:rsid w:val="00ED2D95"/>
    <w:rsid w:val="00EF6831"/>
    <w:rsid w:val="00F158E9"/>
    <w:rsid w:val="00F176BC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spacing w:val="2"/>
      <w:kern w:val="32"/>
      <w:position w:val="6"/>
      <w:sz w:val="32"/>
      <w:szCs w:val="32"/>
      <w:lang w:val="x-none"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"/>
      <w:position w:val="6"/>
      <w:sz w:val="28"/>
      <w:szCs w:val="28"/>
      <w:lang w:val="x-none"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pacing w:val="2"/>
      <w:position w:val="6"/>
      <w:sz w:val="26"/>
      <w:szCs w:val="26"/>
      <w:lang w:val="x-none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pacing w:val="2"/>
      <w:position w:val="6"/>
      <w:sz w:val="28"/>
      <w:szCs w:val="28"/>
      <w:lang w:val="x-none" w:eastAsia="en-US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Default">
    <w:name w:val="Default"/>
    <w:rsid w:val="00425F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table" w:styleId="TableGrid">
    <w:name w:val="Table Grid"/>
    <w:basedOn w:val="TableNormal"/>
    <w:uiPriority w:val="59"/>
    <w:rsid w:val="002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72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7208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spacing w:val="2"/>
      <w:kern w:val="32"/>
      <w:position w:val="6"/>
      <w:sz w:val="32"/>
      <w:szCs w:val="32"/>
      <w:lang w:val="x-none"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"/>
      <w:position w:val="6"/>
      <w:sz w:val="28"/>
      <w:szCs w:val="28"/>
      <w:lang w:val="x-none"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pacing w:val="2"/>
      <w:position w:val="6"/>
      <w:sz w:val="26"/>
      <w:szCs w:val="26"/>
      <w:lang w:val="x-none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pacing w:val="2"/>
      <w:position w:val="6"/>
      <w:sz w:val="28"/>
      <w:szCs w:val="28"/>
      <w:lang w:val="x-none" w:eastAsia="en-US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Default">
    <w:name w:val="Default"/>
    <w:rsid w:val="00425F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table" w:styleId="TableGrid">
    <w:name w:val="Table Grid"/>
    <w:basedOn w:val="TableNormal"/>
    <w:uiPriority w:val="59"/>
    <w:rsid w:val="002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72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7208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isu\AppData\Local\Microsoft\Windows\Temporary%20Internet%20Files\Content.IE5\4ERAGRWP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24</TotalTime>
  <Pages>2</Pages>
  <Words>196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Elisabeth Ivask</dc:creator>
  <dc:description>Ver 2.0, 01.2013</dc:description>
  <cp:lastModifiedBy>Tavo Uuetalu</cp:lastModifiedBy>
  <cp:revision>3</cp:revision>
  <cp:lastPrinted>2003-07-14T19:24:00Z</cp:lastPrinted>
  <dcterms:created xsi:type="dcterms:W3CDTF">2016-01-29T08:48:00Z</dcterms:created>
  <dcterms:modified xsi:type="dcterms:W3CDTF">2016-01-29T09:11:00Z</dcterms:modified>
</cp:coreProperties>
</file>